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67932DA3" w:rsidR="00354C5C" w:rsidRDefault="00354C5C" w:rsidP="006E5C6C">
      <w:r>
        <w:t xml:space="preserve">Příloha č. </w:t>
      </w:r>
      <w:r w:rsidR="00734C2D">
        <w:t>4</w:t>
      </w:r>
      <w:r w:rsidR="00685E0E">
        <w:t>a</w:t>
      </w:r>
      <w:r>
        <w:t xml:space="preserve"> Výzvy k podání nabídky</w:t>
      </w:r>
    </w:p>
    <w:p w14:paraId="523FE11F" w14:textId="48EC272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F636C7">
        <w:rPr>
          <w:b/>
          <w:color w:val="FF5200" w:themeColor="accent2"/>
          <w:sz w:val="36"/>
          <w:szCs w:val="36"/>
        </w:rPr>
        <w:t>„Technická výpomoc – zaměření mapových podkladů</w:t>
      </w:r>
      <w:r w:rsidR="00D179FB" w:rsidRPr="00F636C7">
        <w:rPr>
          <w:b/>
          <w:color w:val="FF5200" w:themeColor="accent2"/>
          <w:sz w:val="36"/>
          <w:szCs w:val="36"/>
        </w:rPr>
        <w:t xml:space="preserve"> vybraných železničních stanic ve Správě tratí Praha západ, Praha východ a Plzeň </w:t>
      </w:r>
      <w:r w:rsidR="00685E0E" w:rsidRPr="00F636C7">
        <w:rPr>
          <w:b/>
          <w:color w:val="FF5200" w:themeColor="accent2"/>
          <w:sz w:val="36"/>
          <w:szCs w:val="36"/>
        </w:rPr>
        <w:t>I. část</w:t>
      </w:r>
      <w:r w:rsidR="0031280B" w:rsidRPr="00F636C7">
        <w:rPr>
          <w:b/>
          <w:color w:val="FF5200" w:themeColor="accent2"/>
          <w:sz w:val="36"/>
          <w:szCs w:val="36"/>
        </w:rPr>
        <w:t>“</w:t>
      </w:r>
      <w:bookmarkStart w:id="0" w:name="_GoBack"/>
      <w:bookmarkEnd w:id="0"/>
      <w:r w:rsidR="000128D4" w:rsidRPr="0076695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179FB" w:rsidRPr="00D179F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4156</w:t>
      </w:r>
      <w:r w:rsidR="00766951" w:rsidRPr="00D179F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/2020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F636C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F636C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F636C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F636C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F636C7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EB1757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36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36C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82BE65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FF2C1B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3F4D92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36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36C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817FB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FA08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85E0E"/>
    <w:rsid w:val="006A5570"/>
    <w:rsid w:val="006A689C"/>
    <w:rsid w:val="006B3D79"/>
    <w:rsid w:val="006D7AFE"/>
    <w:rsid w:val="006E0578"/>
    <w:rsid w:val="006E314D"/>
    <w:rsid w:val="006E5C6C"/>
    <w:rsid w:val="006F2FE5"/>
    <w:rsid w:val="00710723"/>
    <w:rsid w:val="007116AD"/>
    <w:rsid w:val="00723ED1"/>
    <w:rsid w:val="00734C2D"/>
    <w:rsid w:val="00743525"/>
    <w:rsid w:val="0076286B"/>
    <w:rsid w:val="00766846"/>
    <w:rsid w:val="00766951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179FB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D5FA9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36C7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676919-14DF-42B8-ACB0-D2C6C273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40</TotalTime>
  <Pages>4</Pages>
  <Words>538</Words>
  <Characters>3180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20</cp:revision>
  <cp:lastPrinted>2017-11-28T17:18:00Z</cp:lastPrinted>
  <dcterms:created xsi:type="dcterms:W3CDTF">2020-06-29T15:29:00Z</dcterms:created>
  <dcterms:modified xsi:type="dcterms:W3CDTF">2020-09-21T11:08:00Z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